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FD76" w14:textId="77777777" w:rsidR="00B2457F" w:rsidRPr="00604A60" w:rsidRDefault="00B16427" w:rsidP="0063681C">
      <w:pPr>
        <w:pStyle w:val="Heading1"/>
        <w:spacing w:before="100" w:beforeAutospacing="1"/>
        <w:rPr>
          <w:rFonts w:ascii="Arial" w:hAnsi="Arial" w:cs="Arial"/>
          <w:b/>
          <w:bCs/>
          <w:lang w:val="fr-BE"/>
        </w:rPr>
      </w:pPr>
      <w:r w:rsidRPr="00604A60">
        <w:rPr>
          <w:rFonts w:ascii="Arial" w:hAnsi="Arial" w:cs="Arial"/>
          <w:b/>
          <w:bCs/>
          <w:lang w:val="fr-BE"/>
        </w:rPr>
        <w:t>R</w:t>
      </w:r>
      <w:r w:rsidR="006E5E1F" w:rsidRPr="00604A60">
        <w:rPr>
          <w:rFonts w:ascii="Arial" w:hAnsi="Arial" w:cs="Arial"/>
          <w:b/>
          <w:bCs/>
          <w:lang w:val="fr-BE"/>
        </w:rPr>
        <w:t>é</w:t>
      </w:r>
      <w:r w:rsidR="0063681C" w:rsidRPr="00604A60">
        <w:rPr>
          <w:rFonts w:ascii="Arial" w:hAnsi="Arial" w:cs="Arial"/>
          <w:b/>
          <w:bCs/>
          <w:lang w:val="fr-BE"/>
        </w:rPr>
        <w:t>servoir</w:t>
      </w:r>
    </w:p>
    <w:p w14:paraId="11208018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certifié par Belgaqua</w:t>
      </w:r>
    </w:p>
    <w:p w14:paraId="26DEE599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réservoir de chasse en matière synthétique avec couvercle fixé au réservoir à l'aide de 2 vis</w:t>
      </w:r>
    </w:p>
    <w:p w14:paraId="501ADFFE" w14:textId="0BF3E02B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disponible en blanc</w:t>
      </w:r>
    </w:p>
    <w:p w14:paraId="3210031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volume d'eau dans le réservoir: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</w:p>
    <w:p w14:paraId="2B527D51" w14:textId="77777777" w:rsidR="0063681C" w:rsidRPr="00604A60" w:rsidRDefault="00DB6A43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quantité d'eau de rinçage</w:t>
      </w:r>
      <w:r w:rsidR="0063681C" w:rsidRPr="00604A60">
        <w:rPr>
          <w:rFonts w:ascii="Arial" w:hAnsi="Arial" w:cs="Arial"/>
          <w:lang w:val="fr-BE"/>
        </w:rPr>
        <w:t>: 6 o</w:t>
      </w:r>
      <w:r w:rsidRPr="00604A60">
        <w:rPr>
          <w:rFonts w:ascii="Arial" w:hAnsi="Arial" w:cs="Arial"/>
          <w:lang w:val="fr-BE"/>
        </w:rPr>
        <w:t>u</w:t>
      </w:r>
      <w:r w:rsidR="0063681C" w:rsidRPr="00604A60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9 litres"/>
        </w:smartTagPr>
        <w:r w:rsidR="0063681C" w:rsidRPr="00604A60">
          <w:rPr>
            <w:rFonts w:ascii="Arial" w:hAnsi="Arial" w:cs="Arial"/>
            <w:lang w:val="fr-BE"/>
          </w:rPr>
          <w:t>9 litr</w:t>
        </w:r>
        <w:r w:rsidRPr="00604A60">
          <w:rPr>
            <w:rFonts w:ascii="Arial" w:hAnsi="Arial" w:cs="Arial"/>
            <w:lang w:val="fr-BE"/>
          </w:rPr>
          <w:t>es</w:t>
        </w:r>
      </w:smartTag>
      <w:r w:rsidR="0063681C" w:rsidRPr="00604A60">
        <w:rPr>
          <w:rFonts w:ascii="Arial" w:hAnsi="Arial" w:cs="Arial"/>
          <w:lang w:val="fr-BE"/>
        </w:rPr>
        <w:t xml:space="preserve">, </w:t>
      </w:r>
      <w:r w:rsidRPr="00604A60">
        <w:rPr>
          <w:rFonts w:ascii="Arial" w:hAnsi="Arial" w:cs="Arial"/>
          <w:lang w:val="fr-BE"/>
        </w:rPr>
        <w:t xml:space="preserve">selon le réglage lors du </w:t>
      </w:r>
      <w:r w:rsidR="0063681C" w:rsidRPr="00604A60">
        <w:rPr>
          <w:rFonts w:ascii="Arial" w:hAnsi="Arial" w:cs="Arial"/>
          <w:lang w:val="fr-BE"/>
        </w:rPr>
        <w:t>montage</w:t>
      </w:r>
    </w:p>
    <w:p w14:paraId="169E539C" w14:textId="77777777" w:rsidR="00D92347" w:rsidRPr="00604A60" w:rsidRDefault="005E5275" w:rsidP="00832798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touche de déclenchement est intégrée à droite dans le couvercle</w:t>
      </w:r>
      <w:r w:rsidR="00D92347" w:rsidRPr="00604A60">
        <w:rPr>
          <w:rFonts w:ascii="Arial" w:hAnsi="Arial" w:cs="Arial"/>
          <w:lang w:val="fr-BE"/>
        </w:rPr>
        <w:t xml:space="preserve">; </w:t>
      </w:r>
      <w:r w:rsidRPr="00604A60">
        <w:rPr>
          <w:rFonts w:ascii="Arial" w:hAnsi="Arial" w:cs="Arial"/>
          <w:lang w:val="fr-BE"/>
        </w:rPr>
        <w:t>l</w:t>
      </w:r>
      <w:r w:rsidR="00D92347" w:rsidRPr="00604A60">
        <w:rPr>
          <w:rFonts w:ascii="Arial" w:hAnsi="Arial" w:cs="Arial"/>
          <w:lang w:val="fr-BE"/>
        </w:rPr>
        <w:t xml:space="preserve">e </w:t>
      </w:r>
      <w:r w:rsidRPr="00604A60">
        <w:rPr>
          <w:rFonts w:ascii="Arial" w:hAnsi="Arial" w:cs="Arial"/>
          <w:lang w:val="fr-BE"/>
        </w:rPr>
        <w:t xml:space="preserve">rinçage est activé en appuyant à droite </w:t>
      </w:r>
      <w:r w:rsidR="00832798">
        <w:rPr>
          <w:rFonts w:ascii="Arial" w:hAnsi="Arial" w:cs="Arial"/>
          <w:lang w:val="fr-BE"/>
        </w:rPr>
        <w:t>sur</w:t>
      </w:r>
      <w:r w:rsidRPr="00604A60">
        <w:rPr>
          <w:rFonts w:ascii="Arial" w:hAnsi="Arial" w:cs="Arial"/>
          <w:lang w:val="fr-BE"/>
        </w:rPr>
        <w:t xml:space="preserve"> la touche</w:t>
      </w:r>
    </w:p>
    <w:p w14:paraId="52FA5094" w14:textId="77777777" w:rsidR="00D92347" w:rsidRPr="00604A60" w:rsidRDefault="003614F8" w:rsidP="00D92347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possibilité d'interrompre le rinçage en appuyant à gauche sur la touche</w:t>
      </w:r>
    </w:p>
    <w:p w14:paraId="67F20D7D" w14:textId="77777777" w:rsidR="0063681C" w:rsidRPr="00604A60" w:rsidRDefault="003614F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afin d'éviter la condensation, l'intérieur du réservoir est recouvert d'une couche isolante réalisée en une seule pièce et recouvrant tout le pourtour du réservoir jusqu'au-dessus du trop-plein</w:t>
      </w:r>
    </w:p>
    <w:p w14:paraId="4BFC5870" w14:textId="77777777" w:rsidR="0063681C" w:rsidRPr="00604A60" w:rsidRDefault="003963FC" w:rsidP="00F535DB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raccordement à l'eau en laiton fileté de 3/8" peut se placer à gauche, à droite ou à l'arrière du réservoir (à l'aide d'une pièce d'adaptation)</w:t>
      </w:r>
    </w:p>
    <w:p w14:paraId="2AD9AD56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la fixation sur la cuvette de </w:t>
      </w:r>
      <w:r w:rsidR="00834ADE">
        <w:rPr>
          <w:rFonts w:ascii="Arial" w:hAnsi="Arial" w:cs="Arial"/>
          <w:lang w:val="fr-BE"/>
        </w:rPr>
        <w:t>WC</w:t>
      </w:r>
      <w:r w:rsidRPr="00604A60">
        <w:rPr>
          <w:rFonts w:ascii="Arial" w:hAnsi="Arial" w:cs="Arial"/>
          <w:lang w:val="fr-BE"/>
        </w:rPr>
        <w:t xml:space="preserve"> est réalisée à l'aide de 2 boulons avec écrou papillon; les boulons ne sont pas en contact avec l'eau</w:t>
      </w:r>
    </w:p>
    <w:p w14:paraId="7BDB7E40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fond du réservoir, solidaire du réservoir lui-même, est muni de glissières permettant les réglages longitudinaux et transversaux des boulons de fixation</w:t>
      </w:r>
    </w:p>
    <w:p w14:paraId="2E875E6E" w14:textId="77777777" w:rsidR="0063681C" w:rsidRPr="00604A60" w:rsidRDefault="00CC4888" w:rsidP="0063681C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joint d'étanchéité entre le réservoir et la cuvette fait partie de la livraison</w:t>
      </w:r>
    </w:p>
    <w:p w14:paraId="1A3E5B22" w14:textId="77777777" w:rsidR="004E4271" w:rsidRPr="00832798" w:rsidRDefault="00CC4888" w:rsidP="001D3014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Robinet flotteur en matière synthétique</w:t>
      </w:r>
    </w:p>
    <w:p w14:paraId="653AF187" w14:textId="77777777" w:rsidR="00832798" w:rsidRDefault="00832798" w:rsidP="0083279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fonctionne selon le principe servo</w:t>
      </w:r>
    </w:p>
    <w:p w14:paraId="2150C181" w14:textId="77777777" w:rsidR="004E4271" w:rsidRPr="00604A60" w:rsidRDefault="00CC4888" w:rsidP="004E4271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le robinet flotteur permet de régler le volume d'eau du réservoir</w:t>
      </w:r>
    </w:p>
    <w:p w14:paraId="321C3633" w14:textId="77777777" w:rsidR="00F17FCF" w:rsidRPr="00604A60" w:rsidRDefault="00CC4888" w:rsidP="00F17FCF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grâce à sa fermeture progressive, le robinet flotteur assure un remplissage rapide et silencieux du réservoi</w:t>
      </w:r>
      <w:r w:rsidR="0063681C" w:rsidRPr="00604A60">
        <w:rPr>
          <w:rFonts w:ascii="Arial" w:hAnsi="Arial" w:cs="Arial"/>
          <w:lang w:val="fr-BE"/>
        </w:rPr>
        <w:t xml:space="preserve">r (12 dB </w:t>
      </w:r>
      <w:r w:rsidRPr="00604A60">
        <w:rPr>
          <w:rFonts w:ascii="Arial" w:hAnsi="Arial" w:cs="Arial"/>
          <w:lang w:val="fr-BE"/>
        </w:rPr>
        <w:t xml:space="preserve">sous une pression de </w:t>
      </w:r>
      <w:r w:rsidR="0063681C" w:rsidRPr="00604A60">
        <w:rPr>
          <w:rFonts w:ascii="Arial" w:hAnsi="Arial" w:cs="Arial"/>
          <w:lang w:val="fr-BE"/>
        </w:rPr>
        <w:t>3 bar</w:t>
      </w:r>
      <w:r w:rsidRPr="00604A60">
        <w:rPr>
          <w:rFonts w:ascii="Arial" w:hAnsi="Arial" w:cs="Arial"/>
          <w:lang w:val="fr-BE"/>
        </w:rPr>
        <w:t>s</w:t>
      </w:r>
      <w:r w:rsidR="0063681C" w:rsidRPr="00604A60">
        <w:rPr>
          <w:rFonts w:ascii="Arial" w:hAnsi="Arial" w:cs="Arial"/>
          <w:lang w:val="fr-BE"/>
        </w:rPr>
        <w:t>)</w:t>
      </w:r>
    </w:p>
    <w:p w14:paraId="7F580F2D" w14:textId="77777777" w:rsidR="007257FA" w:rsidRPr="00832798" w:rsidRDefault="00CC4888" w:rsidP="007257FA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Cloche en matière synthétique avec trop-plein</w:t>
      </w:r>
    </w:p>
    <w:p w14:paraId="704B2A94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>la cloche est munie d'une double collerette prévue pour l'installation d'une commande à distance pneumatique</w:t>
      </w:r>
    </w:p>
    <w:p w14:paraId="0EAD6C13" w14:textId="77777777" w:rsidR="007257FA" w:rsidRPr="00604A60" w:rsidRDefault="00CC4888" w:rsidP="007257FA">
      <w:pPr>
        <w:pStyle w:val="Bulleted1"/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le joint de cloche est en </w:t>
      </w:r>
      <w:r w:rsidR="0063681C" w:rsidRPr="00604A60">
        <w:rPr>
          <w:rFonts w:ascii="Arial" w:hAnsi="Arial" w:cs="Arial"/>
          <w:lang w:val="fr-BE"/>
        </w:rPr>
        <w:t>silicone</w:t>
      </w:r>
    </w:p>
    <w:p w14:paraId="2E17D591" w14:textId="77777777" w:rsidR="003E47D6" w:rsidRPr="00832798" w:rsidRDefault="003E47D6" w:rsidP="003E47D6">
      <w:pPr>
        <w:pStyle w:val="Heading1"/>
        <w:rPr>
          <w:rFonts w:ascii="Arial" w:hAnsi="Arial" w:cs="Arial"/>
          <w:b/>
          <w:bCs/>
          <w:lang w:val="fr-BE"/>
        </w:rPr>
      </w:pPr>
      <w:r w:rsidRPr="00832798">
        <w:rPr>
          <w:rFonts w:ascii="Arial" w:hAnsi="Arial" w:cs="Arial"/>
          <w:b/>
          <w:bCs/>
          <w:lang w:val="fr-BE"/>
        </w:rPr>
        <w:t>P</w:t>
      </w:r>
      <w:r w:rsidR="006E5E1F" w:rsidRPr="00832798">
        <w:rPr>
          <w:rFonts w:ascii="Arial" w:hAnsi="Arial" w:cs="Arial"/>
          <w:b/>
          <w:bCs/>
          <w:lang w:val="fr-BE"/>
        </w:rPr>
        <w:t>ose</w:t>
      </w:r>
    </w:p>
    <w:p w14:paraId="6368EC26" w14:textId="77777777" w:rsidR="003E47D6" w:rsidRPr="00604A60" w:rsidRDefault="006E5E1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604A60">
        <w:rPr>
          <w:rFonts w:ascii="Arial" w:hAnsi="Arial" w:cs="Arial"/>
          <w:lang w:val="fr-BE"/>
        </w:rPr>
        <w:t xml:space="preserve">Suivant les directives du </w:t>
      </w:r>
      <w:r w:rsidR="003E47D6" w:rsidRPr="00604A60">
        <w:rPr>
          <w:rFonts w:ascii="Arial" w:hAnsi="Arial" w:cs="Arial"/>
          <w:lang w:val="fr-BE"/>
        </w:rPr>
        <w:t>fabri</w:t>
      </w:r>
      <w:r w:rsidRPr="00604A60">
        <w:rPr>
          <w:rFonts w:ascii="Arial" w:hAnsi="Arial" w:cs="Arial"/>
          <w:lang w:val="fr-BE"/>
        </w:rPr>
        <w:t>c</w:t>
      </w:r>
      <w:r w:rsidR="003E47D6" w:rsidRPr="00604A60">
        <w:rPr>
          <w:rFonts w:ascii="Arial" w:hAnsi="Arial" w:cs="Arial"/>
          <w:lang w:val="fr-BE"/>
        </w:rPr>
        <w:t>ant</w:t>
      </w:r>
      <w:r w:rsidR="000E74FA" w:rsidRPr="00604A60">
        <w:rPr>
          <w:rFonts w:ascii="Arial" w:hAnsi="Arial" w:cs="Arial"/>
          <w:lang w:val="fr-BE"/>
        </w:rPr>
        <w:t>.</w:t>
      </w:r>
    </w:p>
    <w:sectPr w:rsidR="003E47D6" w:rsidRPr="00604A60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6BB34" w14:textId="77777777" w:rsidR="00B05F46" w:rsidRDefault="00B05F46">
      <w:r>
        <w:separator/>
      </w:r>
    </w:p>
  </w:endnote>
  <w:endnote w:type="continuationSeparator" w:id="0">
    <w:p w14:paraId="4D567048" w14:textId="77777777" w:rsidR="00B05F46" w:rsidRDefault="00B0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3BC57B5" w14:textId="77777777">
      <w:tc>
        <w:tcPr>
          <w:tcW w:w="3392" w:type="dxa"/>
        </w:tcPr>
        <w:p w14:paraId="039D84E8" w14:textId="5184AD8D" w:rsidR="007C7FFA" w:rsidRDefault="002D32BD" w:rsidP="00705885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4D006ED4" w14:textId="77777777" w:rsidR="007C7FFA" w:rsidRDefault="006E5E1F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4A89DD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B76626">
            <w:rPr>
              <w:noProof/>
            </w:rPr>
            <w:t>1</w:t>
          </w:r>
          <w:r>
            <w:fldChar w:fldCharType="end"/>
          </w:r>
          <w:r>
            <w:t>/</w:t>
          </w:r>
          <w:r w:rsidR="00BE6844">
            <w:fldChar w:fldCharType="begin"/>
          </w:r>
          <w:r w:rsidR="00BE6844">
            <w:instrText xml:space="preserve"> NUMPAGES  \* Arabic  \* MERGEFORMAT </w:instrText>
          </w:r>
          <w:r w:rsidR="00BE6844">
            <w:fldChar w:fldCharType="separate"/>
          </w:r>
          <w:r w:rsidR="00B76626">
            <w:rPr>
              <w:noProof/>
            </w:rPr>
            <w:t>1</w:t>
          </w:r>
          <w:r w:rsidR="00BE6844">
            <w:rPr>
              <w:noProof/>
            </w:rPr>
            <w:fldChar w:fldCharType="end"/>
          </w:r>
        </w:p>
      </w:tc>
    </w:tr>
  </w:tbl>
  <w:p w14:paraId="1B7DBEB5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CB8BB" w14:textId="77777777" w:rsidR="00B05F46" w:rsidRDefault="00B05F46">
      <w:r>
        <w:separator/>
      </w:r>
    </w:p>
  </w:footnote>
  <w:footnote w:type="continuationSeparator" w:id="0">
    <w:p w14:paraId="1E10A8D3" w14:textId="77777777" w:rsidR="00B05F46" w:rsidRDefault="00B0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A112E" w14:textId="77777777" w:rsidR="007C7FFA" w:rsidRPr="00604A60" w:rsidRDefault="006E5E1F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604A60">
      <w:rPr>
        <w:rFonts w:ascii="Arial" w:hAnsi="Arial" w:cs="Arial"/>
        <w:b/>
        <w:bCs/>
        <w:lang w:val="fr-FR"/>
      </w:rPr>
      <w:t xml:space="preserve">Réservoir de chasse apparent </w:t>
    </w:r>
    <w:r w:rsidR="00DF4257" w:rsidRPr="00604A60">
      <w:rPr>
        <w:rFonts w:ascii="Arial" w:hAnsi="Arial" w:cs="Arial"/>
        <w:b/>
        <w:bCs/>
        <w:lang w:val="fr-FR"/>
      </w:rPr>
      <w:t xml:space="preserve">Geberit </w:t>
    </w:r>
    <w:r w:rsidR="00A67EB1" w:rsidRPr="00604A60">
      <w:rPr>
        <w:rFonts w:ascii="Arial" w:hAnsi="Arial" w:cs="Arial"/>
        <w:b/>
        <w:bCs/>
        <w:lang w:val="fr-FR"/>
      </w:rPr>
      <w:t>-</w:t>
    </w:r>
    <w:r w:rsidR="00DB6371" w:rsidRPr="00604A60">
      <w:rPr>
        <w:rFonts w:ascii="Arial" w:hAnsi="Arial" w:cs="Arial"/>
        <w:b/>
        <w:bCs/>
        <w:lang w:val="fr-FR"/>
      </w:rPr>
      <w:t xml:space="preserve"> </w:t>
    </w:r>
    <w:r w:rsidR="007C7FFA" w:rsidRPr="00604A60">
      <w:rPr>
        <w:rFonts w:ascii="Arial" w:hAnsi="Arial" w:cs="Arial"/>
        <w:b/>
        <w:bCs/>
        <w:lang w:val="fr-FR"/>
      </w:rPr>
      <w:tab/>
    </w:r>
    <w:r w:rsidR="00B76626" w:rsidRPr="00604A60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02CCB7" wp14:editId="0874882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91FDD5" w14:textId="3BEA0C82" w:rsidR="00E10547" w:rsidRPr="00604A60" w:rsidRDefault="0063681C" w:rsidP="00080B0F">
    <w:pPr>
      <w:pStyle w:val="Header"/>
      <w:rPr>
        <w:rFonts w:ascii="Arial" w:hAnsi="Arial" w:cs="Arial"/>
        <w:b/>
        <w:bCs/>
        <w:lang w:val="fr-FR"/>
      </w:rPr>
    </w:pPr>
    <w:r w:rsidRPr="00604A60">
      <w:rPr>
        <w:rFonts w:ascii="Arial" w:hAnsi="Arial" w:cs="Arial"/>
        <w:b/>
        <w:bCs/>
        <w:lang w:val="fr-FR"/>
      </w:rPr>
      <w:t>128.006.11.</w:t>
    </w:r>
    <w:r w:rsidR="00BE6844">
      <w:rPr>
        <w:rFonts w:ascii="Arial" w:hAnsi="Arial" w:cs="Arial"/>
        <w:b/>
        <w:bCs/>
        <w:lang w:val="fr-FR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855B5E"/>
    <w:multiLevelType w:val="hybridMultilevel"/>
    <w:tmpl w:val="AD1A3B66"/>
    <w:lvl w:ilvl="0" w:tplc="00480274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lang w:val="fr-FR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88790760">
    <w:abstractNumId w:val="21"/>
  </w:num>
  <w:num w:numId="2" w16cid:durableId="1883512348">
    <w:abstractNumId w:val="27"/>
  </w:num>
  <w:num w:numId="3" w16cid:durableId="1121534025">
    <w:abstractNumId w:val="4"/>
  </w:num>
  <w:num w:numId="4" w16cid:durableId="1158425004">
    <w:abstractNumId w:val="3"/>
  </w:num>
  <w:num w:numId="5" w16cid:durableId="862018577">
    <w:abstractNumId w:val="18"/>
  </w:num>
  <w:num w:numId="6" w16cid:durableId="374162096">
    <w:abstractNumId w:val="20"/>
  </w:num>
  <w:num w:numId="7" w16cid:durableId="1832872408">
    <w:abstractNumId w:val="6"/>
  </w:num>
  <w:num w:numId="8" w16cid:durableId="1316564959">
    <w:abstractNumId w:val="24"/>
  </w:num>
  <w:num w:numId="9" w16cid:durableId="1661616335">
    <w:abstractNumId w:val="30"/>
  </w:num>
  <w:num w:numId="10" w16cid:durableId="187570720">
    <w:abstractNumId w:val="2"/>
  </w:num>
  <w:num w:numId="11" w16cid:durableId="1983920033">
    <w:abstractNumId w:val="17"/>
  </w:num>
  <w:num w:numId="12" w16cid:durableId="1498568832">
    <w:abstractNumId w:val="16"/>
  </w:num>
  <w:num w:numId="13" w16cid:durableId="1713921394">
    <w:abstractNumId w:val="29"/>
  </w:num>
  <w:num w:numId="14" w16cid:durableId="666902704">
    <w:abstractNumId w:val="8"/>
  </w:num>
  <w:num w:numId="15" w16cid:durableId="1957252946">
    <w:abstractNumId w:val="0"/>
  </w:num>
  <w:num w:numId="16" w16cid:durableId="1217625586">
    <w:abstractNumId w:val="15"/>
  </w:num>
  <w:num w:numId="17" w16cid:durableId="1082876519">
    <w:abstractNumId w:val="5"/>
  </w:num>
  <w:num w:numId="18" w16cid:durableId="1577858341">
    <w:abstractNumId w:val="25"/>
  </w:num>
  <w:num w:numId="19" w16cid:durableId="380521428">
    <w:abstractNumId w:val="26"/>
  </w:num>
  <w:num w:numId="20" w16cid:durableId="710152676">
    <w:abstractNumId w:val="23"/>
  </w:num>
  <w:num w:numId="21" w16cid:durableId="491678960">
    <w:abstractNumId w:val="22"/>
  </w:num>
  <w:num w:numId="22" w16cid:durableId="909344157">
    <w:abstractNumId w:val="19"/>
  </w:num>
  <w:num w:numId="23" w16cid:durableId="1345867134">
    <w:abstractNumId w:val="28"/>
  </w:num>
  <w:num w:numId="24" w16cid:durableId="842168278">
    <w:abstractNumId w:val="10"/>
  </w:num>
  <w:num w:numId="25" w16cid:durableId="284195355">
    <w:abstractNumId w:val="12"/>
  </w:num>
  <w:num w:numId="26" w16cid:durableId="892429948">
    <w:abstractNumId w:val="1"/>
  </w:num>
  <w:num w:numId="27" w16cid:durableId="1152066498">
    <w:abstractNumId w:val="11"/>
  </w:num>
  <w:num w:numId="28" w16cid:durableId="1392852564">
    <w:abstractNumId w:val="14"/>
  </w:num>
  <w:num w:numId="29" w16cid:durableId="1120877429">
    <w:abstractNumId w:val="9"/>
  </w:num>
  <w:num w:numId="30" w16cid:durableId="1244533997">
    <w:abstractNumId w:val="13"/>
  </w:num>
  <w:num w:numId="31" w16cid:durableId="794718327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FAA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0038"/>
    <w:rsid w:val="00051F50"/>
    <w:rsid w:val="000525A3"/>
    <w:rsid w:val="00056B2E"/>
    <w:rsid w:val="00056DAC"/>
    <w:rsid w:val="0006259B"/>
    <w:rsid w:val="00063929"/>
    <w:rsid w:val="0007123E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4A57"/>
    <w:rsid w:val="000B5DE9"/>
    <w:rsid w:val="000C4F0B"/>
    <w:rsid w:val="000C690D"/>
    <w:rsid w:val="000D016D"/>
    <w:rsid w:val="000D1767"/>
    <w:rsid w:val="000D382A"/>
    <w:rsid w:val="000D38FD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A5F11"/>
    <w:rsid w:val="001A6724"/>
    <w:rsid w:val="001A7F47"/>
    <w:rsid w:val="001B0F8E"/>
    <w:rsid w:val="001B5080"/>
    <w:rsid w:val="001B516A"/>
    <w:rsid w:val="001B5201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3014"/>
    <w:rsid w:val="001D79B0"/>
    <w:rsid w:val="001E5723"/>
    <w:rsid w:val="001F0B2D"/>
    <w:rsid w:val="001F23DE"/>
    <w:rsid w:val="001F274C"/>
    <w:rsid w:val="001F3DE7"/>
    <w:rsid w:val="001F5FA6"/>
    <w:rsid w:val="001F69E2"/>
    <w:rsid w:val="001F71C1"/>
    <w:rsid w:val="0020639C"/>
    <w:rsid w:val="002116B9"/>
    <w:rsid w:val="0021406E"/>
    <w:rsid w:val="0021689F"/>
    <w:rsid w:val="00217D8E"/>
    <w:rsid w:val="00223BBE"/>
    <w:rsid w:val="002241EC"/>
    <w:rsid w:val="00224E30"/>
    <w:rsid w:val="00230C1C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6171"/>
    <w:rsid w:val="00282518"/>
    <w:rsid w:val="00282C9E"/>
    <w:rsid w:val="00285CA2"/>
    <w:rsid w:val="00286F2C"/>
    <w:rsid w:val="0028769C"/>
    <w:rsid w:val="00291735"/>
    <w:rsid w:val="002927EA"/>
    <w:rsid w:val="00294131"/>
    <w:rsid w:val="00294420"/>
    <w:rsid w:val="00296F73"/>
    <w:rsid w:val="002A352C"/>
    <w:rsid w:val="002A46CC"/>
    <w:rsid w:val="002B1B7D"/>
    <w:rsid w:val="002C13FF"/>
    <w:rsid w:val="002C3455"/>
    <w:rsid w:val="002D1583"/>
    <w:rsid w:val="002D237E"/>
    <w:rsid w:val="002D32BD"/>
    <w:rsid w:val="002D4842"/>
    <w:rsid w:val="002D6274"/>
    <w:rsid w:val="002E14C4"/>
    <w:rsid w:val="002E33C0"/>
    <w:rsid w:val="002E60B4"/>
    <w:rsid w:val="002E764C"/>
    <w:rsid w:val="002F3E07"/>
    <w:rsid w:val="002F4915"/>
    <w:rsid w:val="002F50E9"/>
    <w:rsid w:val="002F5BDA"/>
    <w:rsid w:val="002F7BC7"/>
    <w:rsid w:val="00300B44"/>
    <w:rsid w:val="0030143D"/>
    <w:rsid w:val="00301BBD"/>
    <w:rsid w:val="00303120"/>
    <w:rsid w:val="0031623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976"/>
    <w:rsid w:val="00354759"/>
    <w:rsid w:val="0036108A"/>
    <w:rsid w:val="003614F8"/>
    <w:rsid w:val="003657E1"/>
    <w:rsid w:val="0036662E"/>
    <w:rsid w:val="00367550"/>
    <w:rsid w:val="0037123D"/>
    <w:rsid w:val="00374FF7"/>
    <w:rsid w:val="00376791"/>
    <w:rsid w:val="003815A1"/>
    <w:rsid w:val="00383AAB"/>
    <w:rsid w:val="00390E6F"/>
    <w:rsid w:val="003925FC"/>
    <w:rsid w:val="0039328A"/>
    <w:rsid w:val="003933E3"/>
    <w:rsid w:val="003963FC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5AE1"/>
    <w:rsid w:val="00566F27"/>
    <w:rsid w:val="00567B63"/>
    <w:rsid w:val="00573637"/>
    <w:rsid w:val="00574F19"/>
    <w:rsid w:val="0058037B"/>
    <w:rsid w:val="00580C8D"/>
    <w:rsid w:val="005830D3"/>
    <w:rsid w:val="00585676"/>
    <w:rsid w:val="00587C30"/>
    <w:rsid w:val="00590867"/>
    <w:rsid w:val="005926D1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5275"/>
    <w:rsid w:val="005E7D15"/>
    <w:rsid w:val="005F5F37"/>
    <w:rsid w:val="005F688C"/>
    <w:rsid w:val="00602691"/>
    <w:rsid w:val="00604A60"/>
    <w:rsid w:val="00604EEC"/>
    <w:rsid w:val="006072CE"/>
    <w:rsid w:val="006101A0"/>
    <w:rsid w:val="00610B8E"/>
    <w:rsid w:val="006115CF"/>
    <w:rsid w:val="006127D6"/>
    <w:rsid w:val="0061788B"/>
    <w:rsid w:val="0062319E"/>
    <w:rsid w:val="00625C77"/>
    <w:rsid w:val="006265AC"/>
    <w:rsid w:val="0062756D"/>
    <w:rsid w:val="00634903"/>
    <w:rsid w:val="006356F1"/>
    <w:rsid w:val="006362BA"/>
    <w:rsid w:val="0063681C"/>
    <w:rsid w:val="00637E3A"/>
    <w:rsid w:val="0064004F"/>
    <w:rsid w:val="00640B49"/>
    <w:rsid w:val="006452EF"/>
    <w:rsid w:val="006454D9"/>
    <w:rsid w:val="006461AC"/>
    <w:rsid w:val="00647484"/>
    <w:rsid w:val="00647AEB"/>
    <w:rsid w:val="0065003F"/>
    <w:rsid w:val="006511BF"/>
    <w:rsid w:val="0065139F"/>
    <w:rsid w:val="006527F1"/>
    <w:rsid w:val="00652AC5"/>
    <w:rsid w:val="0065348C"/>
    <w:rsid w:val="00653E11"/>
    <w:rsid w:val="006540BE"/>
    <w:rsid w:val="006544DE"/>
    <w:rsid w:val="00657EBE"/>
    <w:rsid w:val="0066076E"/>
    <w:rsid w:val="00664078"/>
    <w:rsid w:val="006676CB"/>
    <w:rsid w:val="00670227"/>
    <w:rsid w:val="00670CC4"/>
    <w:rsid w:val="006809FB"/>
    <w:rsid w:val="006857E0"/>
    <w:rsid w:val="0069069B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5E1F"/>
    <w:rsid w:val="006F11F1"/>
    <w:rsid w:val="006F2978"/>
    <w:rsid w:val="006F5EDD"/>
    <w:rsid w:val="006F6C4A"/>
    <w:rsid w:val="006F7A21"/>
    <w:rsid w:val="007045FD"/>
    <w:rsid w:val="00705885"/>
    <w:rsid w:val="00722285"/>
    <w:rsid w:val="007238C1"/>
    <w:rsid w:val="007257FA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93E3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63EC"/>
    <w:rsid w:val="007C7F32"/>
    <w:rsid w:val="007C7FFA"/>
    <w:rsid w:val="007D0BE0"/>
    <w:rsid w:val="007D3795"/>
    <w:rsid w:val="007D3CE3"/>
    <w:rsid w:val="007D51CA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1484D"/>
    <w:rsid w:val="008205F8"/>
    <w:rsid w:val="00823E62"/>
    <w:rsid w:val="00823FF8"/>
    <w:rsid w:val="00832798"/>
    <w:rsid w:val="00832A37"/>
    <w:rsid w:val="00834ADE"/>
    <w:rsid w:val="00844209"/>
    <w:rsid w:val="00844AC2"/>
    <w:rsid w:val="008455AD"/>
    <w:rsid w:val="008456B4"/>
    <w:rsid w:val="00850934"/>
    <w:rsid w:val="0085162E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95D4D"/>
    <w:rsid w:val="008A2B04"/>
    <w:rsid w:val="008A4182"/>
    <w:rsid w:val="008B4545"/>
    <w:rsid w:val="008B5A11"/>
    <w:rsid w:val="008B6803"/>
    <w:rsid w:val="008B6A79"/>
    <w:rsid w:val="008B7E21"/>
    <w:rsid w:val="008C1A48"/>
    <w:rsid w:val="008C3492"/>
    <w:rsid w:val="008C34A4"/>
    <w:rsid w:val="008C4AF9"/>
    <w:rsid w:val="008E652B"/>
    <w:rsid w:val="008E7D3B"/>
    <w:rsid w:val="008F2307"/>
    <w:rsid w:val="008F257B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40ACD"/>
    <w:rsid w:val="00941855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A04395"/>
    <w:rsid w:val="00A07334"/>
    <w:rsid w:val="00A07E31"/>
    <w:rsid w:val="00A20762"/>
    <w:rsid w:val="00A22F1C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21B3"/>
    <w:rsid w:val="00A64D0F"/>
    <w:rsid w:val="00A67EB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74E6"/>
    <w:rsid w:val="00A918C5"/>
    <w:rsid w:val="00A97280"/>
    <w:rsid w:val="00AA13C8"/>
    <w:rsid w:val="00AA18E1"/>
    <w:rsid w:val="00AA774A"/>
    <w:rsid w:val="00AC477E"/>
    <w:rsid w:val="00AC79BE"/>
    <w:rsid w:val="00AD2BCF"/>
    <w:rsid w:val="00AE0481"/>
    <w:rsid w:val="00AE0B4C"/>
    <w:rsid w:val="00AE14A7"/>
    <w:rsid w:val="00AE1C8E"/>
    <w:rsid w:val="00AF6683"/>
    <w:rsid w:val="00AF72B1"/>
    <w:rsid w:val="00AF744D"/>
    <w:rsid w:val="00AF7A2B"/>
    <w:rsid w:val="00B05F46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6626"/>
    <w:rsid w:val="00B77A69"/>
    <w:rsid w:val="00B85B8A"/>
    <w:rsid w:val="00B9397F"/>
    <w:rsid w:val="00B94DC7"/>
    <w:rsid w:val="00B94EC0"/>
    <w:rsid w:val="00B95370"/>
    <w:rsid w:val="00BA0167"/>
    <w:rsid w:val="00BA062A"/>
    <w:rsid w:val="00BA37B6"/>
    <w:rsid w:val="00BA53E5"/>
    <w:rsid w:val="00BA6C8C"/>
    <w:rsid w:val="00BB21EE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3E8"/>
    <w:rsid w:val="00BD0438"/>
    <w:rsid w:val="00BD3B8E"/>
    <w:rsid w:val="00BE090F"/>
    <w:rsid w:val="00BE6844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22A"/>
    <w:rsid w:val="00C614F6"/>
    <w:rsid w:val="00C624AE"/>
    <w:rsid w:val="00C65BD9"/>
    <w:rsid w:val="00C65C00"/>
    <w:rsid w:val="00C66F11"/>
    <w:rsid w:val="00C7084C"/>
    <w:rsid w:val="00C718BE"/>
    <w:rsid w:val="00C723FF"/>
    <w:rsid w:val="00C74455"/>
    <w:rsid w:val="00C81FDD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C4888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06FF1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2347"/>
    <w:rsid w:val="00D9488C"/>
    <w:rsid w:val="00DA05CC"/>
    <w:rsid w:val="00DA1682"/>
    <w:rsid w:val="00DA6563"/>
    <w:rsid w:val="00DB052C"/>
    <w:rsid w:val="00DB0EF7"/>
    <w:rsid w:val="00DB6371"/>
    <w:rsid w:val="00DB6A43"/>
    <w:rsid w:val="00DC410C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B74FA"/>
    <w:rsid w:val="00EC1FAC"/>
    <w:rsid w:val="00EC2D28"/>
    <w:rsid w:val="00EC5908"/>
    <w:rsid w:val="00EC5A29"/>
    <w:rsid w:val="00EC5B86"/>
    <w:rsid w:val="00EC7D55"/>
    <w:rsid w:val="00ED32C1"/>
    <w:rsid w:val="00ED4EFD"/>
    <w:rsid w:val="00ED643F"/>
    <w:rsid w:val="00EE1316"/>
    <w:rsid w:val="00EE1707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227F"/>
    <w:rsid w:val="00F43A98"/>
    <w:rsid w:val="00F43C94"/>
    <w:rsid w:val="00F45315"/>
    <w:rsid w:val="00F46616"/>
    <w:rsid w:val="00F46BF5"/>
    <w:rsid w:val="00F50576"/>
    <w:rsid w:val="00F511A7"/>
    <w:rsid w:val="00F535DB"/>
    <w:rsid w:val="00F55A6A"/>
    <w:rsid w:val="00F55C50"/>
    <w:rsid w:val="00F6273B"/>
    <w:rsid w:val="00F62E6C"/>
    <w:rsid w:val="00F65513"/>
    <w:rsid w:val="00F66A37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A440A1F"/>
  <w15:chartTrackingRefBased/>
  <w15:docId w15:val="{AA36CE7D-645A-423A-8045-E212BE59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link w:val="Tekst"/>
    <w:rsid w:val="001A7F47"/>
    <w:rPr>
      <w:rFonts w:ascii="Helvetica" w:hAnsi="Helvetica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BFF352-37E9-4EDA-A034-CEFC85ECB8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FFFD5-3483-47C7-85A4-43DA66087DF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673AFB-164D-42D4-A109-465CF4B27C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1</Pages>
  <Words>275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2011-04-11T10:29:00Z</cp:lastPrinted>
  <dcterms:created xsi:type="dcterms:W3CDTF">2017-02-26T22:46:00Z</dcterms:created>
  <dcterms:modified xsi:type="dcterms:W3CDTF">2023-12-21T09:55:00Z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2023-12-21T09:48:24Z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89896889-a3f4-4cbb-8c92-6987d6f6c84c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